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dxa"/>
        <w:tblBorders>
          <w:top w:val="single" w:sz="6" w:space="0" w:color="1F497D" w:themeColor="text2"/>
          <w:left w:val="single" w:sz="6" w:space="0" w:color="1F497D" w:themeColor="text2"/>
          <w:bottom w:val="single" w:sz="6" w:space="0" w:color="1F497D" w:themeColor="text2"/>
          <w:right w:val="single" w:sz="6" w:space="0" w:color="1F497D" w:themeColor="text2"/>
          <w:insideH w:val="single" w:sz="6" w:space="0" w:color="1F497D" w:themeColor="text2"/>
          <w:insideV w:val="single" w:sz="6" w:space="0" w:color="1F497D" w:themeColor="text2"/>
        </w:tblBorders>
        <w:tblLook w:val="04A0" w:firstRow="1" w:lastRow="0" w:firstColumn="1" w:lastColumn="0" w:noHBand="0" w:noVBand="1"/>
      </w:tblPr>
      <w:tblGrid>
        <w:gridCol w:w="9576"/>
      </w:tblGrid>
      <w:tr w:rsidR="008B6785" w:rsidTr="00AD194B">
        <w:trPr>
          <w:cantSplit/>
          <w:trHeight w:hRule="exact" w:val="6130"/>
        </w:trPr>
        <w:tc>
          <w:tcPr>
            <w:tcW w:w="9576" w:type="dxa"/>
          </w:tcPr>
          <w:tbl>
            <w:tblPr>
              <w:tblStyle w:val="TableGrid"/>
              <w:tblpPr w:leftFromText="187" w:rightFromText="187" w:vertAnchor="text" w:horzAnchor="margin" w:tblpXSpec="center" w:tblpY="294"/>
              <w:tblOverlap w:val="never"/>
              <w:tblW w:w="0" w:type="auto"/>
              <w:tblBorders>
                <w:top w:val="single" w:sz="12" w:space="0" w:color="1F497D" w:themeColor="text2"/>
                <w:left w:val="single" w:sz="12" w:space="0" w:color="1F497D" w:themeColor="text2"/>
                <w:bottom w:val="single" w:sz="12" w:space="0" w:color="1F497D" w:themeColor="text2"/>
                <w:right w:val="single" w:sz="12" w:space="0" w:color="1F497D" w:themeColor="text2"/>
                <w:insideH w:val="single" w:sz="6" w:space="0" w:color="1F497D" w:themeColor="text2"/>
                <w:insideV w:val="single" w:sz="6" w:space="0" w:color="1F497D" w:themeColor="text2"/>
              </w:tblBorders>
              <w:tblLook w:val="04A0" w:firstRow="1" w:lastRow="0" w:firstColumn="1" w:lastColumn="0" w:noHBand="0" w:noVBand="1"/>
            </w:tblPr>
            <w:tblGrid>
              <w:gridCol w:w="1584"/>
              <w:gridCol w:w="1584"/>
              <w:gridCol w:w="1584"/>
              <w:gridCol w:w="1584"/>
              <w:gridCol w:w="1584"/>
            </w:tblGrid>
            <w:tr w:rsidR="00AD194B" w:rsidTr="00AD194B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AD194B" w:rsidRDefault="00562FBF" w:rsidP="00AD194B">
                  <w:pPr>
                    <w:pStyle w:val="Buzzwords"/>
                  </w:pPr>
                  <w:r>
                    <w:t>hand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DE0521" w:rsidP="00AD194B">
                  <w:pPr>
                    <w:pStyle w:val="Buzzwords"/>
                  </w:pPr>
                  <w:r>
                    <w:t>cat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562FBF" w:rsidP="00AD194B">
                  <w:pPr>
                    <w:pStyle w:val="Buzzwords"/>
                  </w:pPr>
                  <w:r>
                    <w:t>foot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DE0521" w:rsidP="00AD194B">
                  <w:pPr>
                    <w:pStyle w:val="Buzzwords"/>
                  </w:pPr>
                  <w:r>
                    <w:t>fox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562FBF" w:rsidP="00AD194B">
                  <w:pPr>
                    <w:pStyle w:val="Buzzwords"/>
                  </w:pPr>
                  <w:r>
                    <w:t>elbow</w:t>
                  </w:r>
                </w:p>
              </w:tc>
            </w:tr>
            <w:tr w:rsidR="00AD194B" w:rsidTr="006842B5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AD194B" w:rsidRDefault="00E461B9" w:rsidP="00AD194B">
                  <w:pPr>
                    <w:pStyle w:val="Buzzwords"/>
                  </w:pPr>
                  <w:r>
                    <w:t>lips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632CC6" w:rsidP="00AD194B">
                  <w:pPr>
                    <w:pStyle w:val="Buzzwords"/>
                  </w:pPr>
                  <w:r>
                    <w:t>horse</w:t>
                  </w:r>
                </w:p>
              </w:tc>
              <w:tc>
                <w:tcPr>
                  <w:tcW w:w="1584" w:type="dxa"/>
                  <w:tcBorders>
                    <w:bottom w:val="single" w:sz="2" w:space="0" w:color="1F497D" w:themeColor="text2"/>
                  </w:tcBorders>
                  <w:vAlign w:val="center"/>
                </w:tcPr>
                <w:p w:rsidR="00AD194B" w:rsidRDefault="00562FBF" w:rsidP="00AD194B">
                  <w:pPr>
                    <w:pStyle w:val="Buzzwords"/>
                  </w:pPr>
                  <w:r>
                    <w:t>eyes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E461B9" w:rsidP="00AD194B">
                  <w:pPr>
                    <w:pStyle w:val="Buzzwords"/>
                  </w:pPr>
                  <w:r>
                    <w:t>bum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DE0521" w:rsidP="00AD194B">
                  <w:pPr>
                    <w:pStyle w:val="Buzzwords"/>
                  </w:pPr>
                  <w:r>
                    <w:t>pigs</w:t>
                  </w:r>
                </w:p>
              </w:tc>
            </w:tr>
            <w:tr w:rsidR="009D0354" w:rsidTr="006842B5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AD194B" w:rsidRDefault="00DE0521" w:rsidP="00AD194B">
                  <w:pPr>
                    <w:pStyle w:val="Buzzwords"/>
                  </w:pPr>
                  <w:r>
                    <w:t>worm</w:t>
                  </w:r>
                </w:p>
              </w:tc>
              <w:tc>
                <w:tcPr>
                  <w:tcW w:w="1584" w:type="dxa"/>
                  <w:tcBorders>
                    <w:right w:val="single" w:sz="2" w:space="0" w:color="1F497D" w:themeColor="text2"/>
                  </w:tcBorders>
                  <w:vAlign w:val="center"/>
                </w:tcPr>
                <w:p w:rsidR="00AD194B" w:rsidRPr="009D0354" w:rsidRDefault="00DE0521" w:rsidP="009D0354">
                  <w:pPr>
                    <w:pStyle w:val="Buzzwords"/>
                  </w:pPr>
                  <w:r>
                    <w:t>ankle</w:t>
                  </w:r>
                </w:p>
              </w:tc>
              <w:tc>
                <w:tcPr>
                  <w:tcW w:w="1584" w:type="dxa"/>
                  <w:tcBorders>
                    <w:top w:val="single" w:sz="2" w:space="0" w:color="1F497D" w:themeColor="text2"/>
                    <w:left w:val="single" w:sz="2" w:space="0" w:color="1F497D" w:themeColor="text2"/>
                    <w:bottom w:val="single" w:sz="2" w:space="0" w:color="1F497D" w:themeColor="text2"/>
                    <w:right w:val="single" w:sz="2" w:space="0" w:color="1F497D" w:themeColor="text2"/>
                  </w:tcBorders>
                  <w:shd w:val="pct5" w:color="F2F2F2" w:themeColor="background1" w:themeShade="F2" w:fill="DBE5F1" w:themeFill="accent1" w:themeFillTint="33"/>
                  <w:vAlign w:val="center"/>
                </w:tcPr>
                <w:p w:rsidR="00AD194B" w:rsidRPr="006842B5" w:rsidRDefault="006842B5" w:rsidP="006842B5">
                  <w:pPr>
                    <w:pStyle w:val="BINGO"/>
                  </w:pPr>
                  <w:r>
                    <w:t>BINGO</w:t>
                  </w:r>
                </w:p>
              </w:tc>
              <w:tc>
                <w:tcPr>
                  <w:tcW w:w="1584" w:type="dxa"/>
                  <w:tcBorders>
                    <w:left w:val="single" w:sz="2" w:space="0" w:color="1F497D" w:themeColor="text2"/>
                  </w:tcBorders>
                  <w:vAlign w:val="center"/>
                </w:tcPr>
                <w:p w:rsidR="00AD194B" w:rsidRDefault="00DE0521" w:rsidP="00AD194B">
                  <w:pPr>
                    <w:pStyle w:val="Buzzwords"/>
                  </w:pPr>
                  <w:r>
                    <w:t>fish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DE0521" w:rsidP="00AD194B">
                  <w:pPr>
                    <w:pStyle w:val="Buzzwords"/>
                  </w:pPr>
                  <w:r>
                    <w:t>hip</w:t>
                  </w:r>
                </w:p>
              </w:tc>
            </w:tr>
            <w:tr w:rsidR="00AD194B" w:rsidTr="006842B5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AD194B" w:rsidRDefault="00DE0521" w:rsidP="00AD194B">
                  <w:pPr>
                    <w:pStyle w:val="Buzzwords"/>
                  </w:pPr>
                  <w:r>
                    <w:t>camel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DE0521" w:rsidP="00AD194B">
                  <w:pPr>
                    <w:pStyle w:val="Buzzwords"/>
                  </w:pPr>
                  <w:r>
                    <w:t>spine</w:t>
                  </w:r>
                </w:p>
              </w:tc>
              <w:tc>
                <w:tcPr>
                  <w:tcW w:w="1584" w:type="dxa"/>
                  <w:tcBorders>
                    <w:top w:val="single" w:sz="2" w:space="0" w:color="1F497D" w:themeColor="text2"/>
                  </w:tcBorders>
                  <w:vAlign w:val="center"/>
                </w:tcPr>
                <w:p w:rsidR="00AD194B" w:rsidRDefault="00DE0521" w:rsidP="00AD194B">
                  <w:pPr>
                    <w:pStyle w:val="Buzzwords"/>
                  </w:pPr>
                  <w:r>
                    <w:t>thumb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DE0521" w:rsidP="00AD194B">
                  <w:pPr>
                    <w:pStyle w:val="Buzzwords"/>
                  </w:pPr>
                  <w:r>
                    <w:t>deer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DE0521" w:rsidP="00AD194B">
                  <w:pPr>
                    <w:pStyle w:val="Buzzwords"/>
                  </w:pPr>
                  <w:r>
                    <w:t>moose</w:t>
                  </w:r>
                </w:p>
              </w:tc>
            </w:tr>
            <w:tr w:rsidR="00AD194B" w:rsidTr="00AD194B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AD194B" w:rsidRDefault="00DE0521" w:rsidP="00AD194B">
                  <w:pPr>
                    <w:pStyle w:val="Buzzwords"/>
                  </w:pPr>
                  <w:r>
                    <w:t>finger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DE0521" w:rsidP="00AD194B">
                  <w:pPr>
                    <w:pStyle w:val="Buzzwords"/>
                  </w:pPr>
                  <w:r>
                    <w:t>bat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632CC6" w:rsidP="00AD194B">
                  <w:pPr>
                    <w:pStyle w:val="Buzzwords"/>
                  </w:pPr>
                  <w:r>
                    <w:t>cow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DE0521" w:rsidP="00AD194B">
                  <w:pPr>
                    <w:pStyle w:val="Buzzwords"/>
                  </w:pPr>
                  <w:r>
                    <w:t>bear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DE0521" w:rsidP="00AD194B">
                  <w:pPr>
                    <w:pStyle w:val="Buzzwords"/>
                  </w:pPr>
                  <w:r>
                    <w:t>head</w:t>
                  </w:r>
                </w:p>
              </w:tc>
            </w:tr>
          </w:tbl>
          <w:p w:rsidR="008B6785" w:rsidRDefault="008B6785" w:rsidP="00AD194B"/>
        </w:tc>
      </w:tr>
      <w:tr w:rsidR="008B6785" w:rsidTr="00AD194B">
        <w:trPr>
          <w:cantSplit/>
          <w:trHeight w:hRule="exact" w:val="6292"/>
        </w:trPr>
        <w:tc>
          <w:tcPr>
            <w:tcW w:w="9576" w:type="dxa"/>
          </w:tcPr>
          <w:tbl>
            <w:tblPr>
              <w:tblStyle w:val="TableGrid"/>
              <w:tblpPr w:leftFromText="187" w:rightFromText="187" w:vertAnchor="page" w:horzAnchor="margin" w:tblpXSpec="center" w:tblpY="421"/>
              <w:tblOverlap w:val="never"/>
              <w:tblW w:w="0" w:type="auto"/>
              <w:tblBorders>
                <w:top w:val="single" w:sz="12" w:space="0" w:color="1F497D" w:themeColor="text2"/>
                <w:left w:val="single" w:sz="12" w:space="0" w:color="1F497D" w:themeColor="text2"/>
                <w:bottom w:val="single" w:sz="12" w:space="0" w:color="1F497D" w:themeColor="text2"/>
                <w:right w:val="single" w:sz="12" w:space="0" w:color="1F497D" w:themeColor="text2"/>
                <w:insideH w:val="single" w:sz="6" w:space="0" w:color="1F497D" w:themeColor="text2"/>
                <w:insideV w:val="single" w:sz="6" w:space="0" w:color="1F497D" w:themeColor="text2"/>
              </w:tblBorders>
              <w:tblLook w:val="04A0" w:firstRow="1" w:lastRow="0" w:firstColumn="1" w:lastColumn="0" w:noHBand="0" w:noVBand="1"/>
            </w:tblPr>
            <w:tblGrid>
              <w:gridCol w:w="1584"/>
              <w:gridCol w:w="1584"/>
              <w:gridCol w:w="1584"/>
              <w:gridCol w:w="1584"/>
              <w:gridCol w:w="1584"/>
            </w:tblGrid>
            <w:tr w:rsidR="009D0354" w:rsidRPr="00D638C4" w:rsidTr="009D0354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9D0354" w:rsidRPr="00D638C4" w:rsidRDefault="00B95AC6" w:rsidP="009D0354">
                  <w:pPr>
                    <w:pStyle w:val="Buzzwords"/>
                  </w:pPr>
                  <w:r>
                    <w:t>elbow</w:t>
                  </w:r>
                </w:p>
              </w:tc>
              <w:tc>
                <w:tcPr>
                  <w:tcW w:w="1584" w:type="dxa"/>
                  <w:vAlign w:val="center"/>
                </w:tcPr>
                <w:p w:rsidR="009D0354" w:rsidRPr="00D638C4" w:rsidRDefault="00562FBF" w:rsidP="009D0354">
                  <w:pPr>
                    <w:pStyle w:val="Buzzwords"/>
                  </w:pPr>
                  <w:r>
                    <w:t>knee</w:t>
                  </w:r>
                </w:p>
              </w:tc>
              <w:tc>
                <w:tcPr>
                  <w:tcW w:w="1584" w:type="dxa"/>
                  <w:vAlign w:val="center"/>
                </w:tcPr>
                <w:p w:rsidR="009D0354" w:rsidRPr="00D638C4" w:rsidRDefault="00B95AC6" w:rsidP="009D0354">
                  <w:pPr>
                    <w:pStyle w:val="Buzzwords"/>
                  </w:pPr>
                  <w:r>
                    <w:t>fox</w:t>
                  </w:r>
                </w:p>
              </w:tc>
              <w:tc>
                <w:tcPr>
                  <w:tcW w:w="1584" w:type="dxa"/>
                  <w:vAlign w:val="center"/>
                </w:tcPr>
                <w:p w:rsidR="009D0354" w:rsidRPr="00D638C4" w:rsidRDefault="00B95AC6" w:rsidP="009D0354">
                  <w:pPr>
                    <w:pStyle w:val="Buzzwords"/>
                  </w:pPr>
                  <w:r>
                    <w:t>fish</w:t>
                  </w:r>
                </w:p>
              </w:tc>
              <w:tc>
                <w:tcPr>
                  <w:tcW w:w="1584" w:type="dxa"/>
                  <w:vAlign w:val="center"/>
                </w:tcPr>
                <w:p w:rsidR="009D0354" w:rsidRPr="00D638C4" w:rsidRDefault="00B95AC6" w:rsidP="009D0354">
                  <w:pPr>
                    <w:pStyle w:val="Buzzwords"/>
                  </w:pPr>
                  <w:r>
                    <w:t>eyes</w:t>
                  </w:r>
                </w:p>
              </w:tc>
            </w:tr>
            <w:tr w:rsidR="009D0354" w:rsidRPr="00D638C4" w:rsidTr="006842B5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9D0354" w:rsidRPr="00D638C4" w:rsidRDefault="00632CC6" w:rsidP="009D0354">
                  <w:pPr>
                    <w:pStyle w:val="Buzzwords"/>
                  </w:pPr>
                  <w:r>
                    <w:t>camel</w:t>
                  </w:r>
                </w:p>
              </w:tc>
              <w:tc>
                <w:tcPr>
                  <w:tcW w:w="1584" w:type="dxa"/>
                  <w:vAlign w:val="center"/>
                </w:tcPr>
                <w:p w:rsidR="009D0354" w:rsidRPr="00D638C4" w:rsidRDefault="00B95AC6" w:rsidP="009D0354">
                  <w:pPr>
                    <w:pStyle w:val="Buzzwords"/>
                  </w:pPr>
                  <w:r>
                    <w:t>calf</w:t>
                  </w:r>
                </w:p>
              </w:tc>
              <w:tc>
                <w:tcPr>
                  <w:tcW w:w="1584" w:type="dxa"/>
                  <w:tcBorders>
                    <w:bottom w:val="single" w:sz="2" w:space="0" w:color="1F497D" w:themeColor="text2"/>
                  </w:tcBorders>
                  <w:vAlign w:val="center"/>
                </w:tcPr>
                <w:p w:rsidR="009D0354" w:rsidRPr="00D638C4" w:rsidRDefault="00B95AC6" w:rsidP="009D0354">
                  <w:pPr>
                    <w:pStyle w:val="Buzzwords"/>
                  </w:pPr>
                  <w:r>
                    <w:t>monkey</w:t>
                  </w:r>
                </w:p>
              </w:tc>
              <w:tc>
                <w:tcPr>
                  <w:tcW w:w="1584" w:type="dxa"/>
                  <w:vAlign w:val="center"/>
                </w:tcPr>
                <w:p w:rsidR="009D0354" w:rsidRPr="00D638C4" w:rsidRDefault="00B95AC6" w:rsidP="009D0354">
                  <w:pPr>
                    <w:pStyle w:val="Buzzwords"/>
                  </w:pPr>
                  <w:r>
                    <w:t>hand</w:t>
                  </w:r>
                </w:p>
              </w:tc>
              <w:tc>
                <w:tcPr>
                  <w:tcW w:w="1584" w:type="dxa"/>
                  <w:vAlign w:val="center"/>
                </w:tcPr>
                <w:p w:rsidR="009D0354" w:rsidRPr="00D638C4" w:rsidRDefault="009B6048" w:rsidP="009D0354">
                  <w:pPr>
                    <w:pStyle w:val="Buzzwords"/>
                  </w:pPr>
                  <w:r>
                    <w:t>ear</w:t>
                  </w:r>
                  <w:bookmarkStart w:id="0" w:name="_GoBack"/>
                  <w:bookmarkEnd w:id="0"/>
                </w:p>
              </w:tc>
            </w:tr>
            <w:tr w:rsidR="009D0354" w:rsidRPr="00D638C4" w:rsidTr="006842B5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9D0354" w:rsidRPr="00D638C4" w:rsidRDefault="00562FBF" w:rsidP="009D0354">
                  <w:pPr>
                    <w:pStyle w:val="Buzzwords"/>
                  </w:pPr>
                  <w:r>
                    <w:t>nose</w:t>
                  </w:r>
                </w:p>
              </w:tc>
              <w:tc>
                <w:tcPr>
                  <w:tcW w:w="1584" w:type="dxa"/>
                  <w:tcBorders>
                    <w:right w:val="single" w:sz="2" w:space="0" w:color="1F497D" w:themeColor="text2"/>
                  </w:tcBorders>
                  <w:vAlign w:val="center"/>
                </w:tcPr>
                <w:p w:rsidR="009D0354" w:rsidRPr="00D638C4" w:rsidRDefault="00B95AC6" w:rsidP="009D0354">
                  <w:pPr>
                    <w:pStyle w:val="Buzzwords"/>
                  </w:pPr>
                  <w:r>
                    <w:t>foot</w:t>
                  </w:r>
                </w:p>
              </w:tc>
              <w:tc>
                <w:tcPr>
                  <w:tcW w:w="1584" w:type="dxa"/>
                  <w:tcBorders>
                    <w:top w:val="single" w:sz="2" w:space="0" w:color="1F497D" w:themeColor="text2"/>
                    <w:left w:val="single" w:sz="2" w:space="0" w:color="1F497D" w:themeColor="text2"/>
                    <w:bottom w:val="single" w:sz="2" w:space="0" w:color="1F497D" w:themeColor="text2"/>
                    <w:right w:val="single" w:sz="2" w:space="0" w:color="1F497D" w:themeColor="text2"/>
                  </w:tcBorders>
                  <w:shd w:val="pct5" w:color="F2F2F2" w:themeColor="background1" w:themeShade="F2" w:fill="DBE5F1" w:themeFill="accent1" w:themeFillTint="33"/>
                  <w:vAlign w:val="center"/>
                </w:tcPr>
                <w:p w:rsidR="009D0354" w:rsidRPr="00D638C4" w:rsidRDefault="006842B5" w:rsidP="006842B5">
                  <w:pPr>
                    <w:pStyle w:val="BINGO"/>
                    <w:rPr>
                      <w:color w:val="1F497D" w:themeColor="text2"/>
                    </w:rPr>
                  </w:pPr>
                  <w:r>
                    <w:t>BINGO</w:t>
                  </w:r>
                </w:p>
              </w:tc>
              <w:tc>
                <w:tcPr>
                  <w:tcW w:w="1584" w:type="dxa"/>
                  <w:tcBorders>
                    <w:left w:val="single" w:sz="2" w:space="0" w:color="1F497D" w:themeColor="text2"/>
                  </w:tcBorders>
                  <w:vAlign w:val="center"/>
                </w:tcPr>
                <w:p w:rsidR="009D0354" w:rsidRPr="00D638C4" w:rsidRDefault="00B95AC6" w:rsidP="009D0354">
                  <w:pPr>
                    <w:pStyle w:val="Buzzwords"/>
                  </w:pPr>
                  <w:r>
                    <w:t>horse</w:t>
                  </w:r>
                </w:p>
              </w:tc>
              <w:tc>
                <w:tcPr>
                  <w:tcW w:w="1584" w:type="dxa"/>
                  <w:vAlign w:val="center"/>
                </w:tcPr>
                <w:p w:rsidR="009D0354" w:rsidRPr="00D638C4" w:rsidRDefault="00B95AC6" w:rsidP="009D0354">
                  <w:pPr>
                    <w:pStyle w:val="Buzzwords"/>
                  </w:pPr>
                  <w:r>
                    <w:t>spine</w:t>
                  </w:r>
                </w:p>
              </w:tc>
            </w:tr>
            <w:tr w:rsidR="009D0354" w:rsidRPr="00D638C4" w:rsidTr="006842B5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9D0354" w:rsidRPr="00D638C4" w:rsidRDefault="00B95AC6" w:rsidP="009D0354">
                  <w:pPr>
                    <w:pStyle w:val="Buzzwords"/>
                  </w:pPr>
                  <w:r>
                    <w:t>shin</w:t>
                  </w:r>
                </w:p>
              </w:tc>
              <w:tc>
                <w:tcPr>
                  <w:tcW w:w="1584" w:type="dxa"/>
                  <w:vAlign w:val="center"/>
                </w:tcPr>
                <w:p w:rsidR="009D0354" w:rsidRPr="00D638C4" w:rsidRDefault="00B95AC6" w:rsidP="009D0354">
                  <w:pPr>
                    <w:pStyle w:val="Buzzwords"/>
                  </w:pPr>
                  <w:r>
                    <w:t>pigs</w:t>
                  </w:r>
                </w:p>
              </w:tc>
              <w:tc>
                <w:tcPr>
                  <w:tcW w:w="1584" w:type="dxa"/>
                  <w:tcBorders>
                    <w:top w:val="single" w:sz="2" w:space="0" w:color="1F497D" w:themeColor="text2"/>
                  </w:tcBorders>
                  <w:vAlign w:val="center"/>
                </w:tcPr>
                <w:p w:rsidR="009D0354" w:rsidRPr="00D638C4" w:rsidRDefault="00B95AC6" w:rsidP="009D0354">
                  <w:pPr>
                    <w:pStyle w:val="Buzzwords"/>
                  </w:pPr>
                  <w:r>
                    <w:t>head</w:t>
                  </w:r>
                </w:p>
              </w:tc>
              <w:tc>
                <w:tcPr>
                  <w:tcW w:w="1584" w:type="dxa"/>
                  <w:vAlign w:val="center"/>
                </w:tcPr>
                <w:p w:rsidR="009D0354" w:rsidRPr="00D638C4" w:rsidRDefault="00B95AC6" w:rsidP="009D0354">
                  <w:pPr>
                    <w:pStyle w:val="Buzzwords"/>
                  </w:pPr>
                  <w:r>
                    <w:t>hip</w:t>
                  </w:r>
                </w:p>
              </w:tc>
              <w:tc>
                <w:tcPr>
                  <w:tcW w:w="1584" w:type="dxa"/>
                  <w:vAlign w:val="center"/>
                </w:tcPr>
                <w:p w:rsidR="009D0354" w:rsidRPr="00D638C4" w:rsidRDefault="00DE0521" w:rsidP="009D0354">
                  <w:pPr>
                    <w:pStyle w:val="Buzzwords"/>
                  </w:pPr>
                  <w:r>
                    <w:t>zebra</w:t>
                  </w:r>
                </w:p>
              </w:tc>
            </w:tr>
            <w:tr w:rsidR="009D0354" w:rsidRPr="00D638C4" w:rsidTr="009D0354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9D0354" w:rsidRPr="00D638C4" w:rsidRDefault="00B95AC6" w:rsidP="009D0354">
                  <w:pPr>
                    <w:pStyle w:val="Buzzwords"/>
                  </w:pPr>
                  <w:r>
                    <w:t>worm</w:t>
                  </w:r>
                </w:p>
              </w:tc>
              <w:tc>
                <w:tcPr>
                  <w:tcW w:w="1584" w:type="dxa"/>
                  <w:vAlign w:val="center"/>
                </w:tcPr>
                <w:p w:rsidR="009D0354" w:rsidRPr="00D638C4" w:rsidRDefault="00B95AC6" w:rsidP="009D0354">
                  <w:pPr>
                    <w:pStyle w:val="Buzzwords"/>
                  </w:pPr>
                  <w:r>
                    <w:t>ankle</w:t>
                  </w:r>
                </w:p>
              </w:tc>
              <w:tc>
                <w:tcPr>
                  <w:tcW w:w="1584" w:type="dxa"/>
                  <w:vAlign w:val="center"/>
                </w:tcPr>
                <w:p w:rsidR="009D0354" w:rsidRPr="00D638C4" w:rsidRDefault="009D0354" w:rsidP="009D0354">
                  <w:pPr>
                    <w:pStyle w:val="Buzzwords"/>
                  </w:pPr>
                  <w:r w:rsidRPr="00D638C4">
                    <w:t>beta</w:t>
                  </w:r>
                </w:p>
              </w:tc>
              <w:tc>
                <w:tcPr>
                  <w:tcW w:w="1584" w:type="dxa"/>
                  <w:vAlign w:val="center"/>
                </w:tcPr>
                <w:p w:rsidR="009D0354" w:rsidRPr="00D638C4" w:rsidRDefault="00B95AC6" w:rsidP="009D0354">
                  <w:pPr>
                    <w:pStyle w:val="Buzzwords"/>
                  </w:pPr>
                  <w:r>
                    <w:t>bum</w:t>
                  </w:r>
                </w:p>
              </w:tc>
              <w:tc>
                <w:tcPr>
                  <w:tcW w:w="1584" w:type="dxa"/>
                  <w:vAlign w:val="center"/>
                </w:tcPr>
                <w:p w:rsidR="009D0354" w:rsidRPr="00D638C4" w:rsidRDefault="00632CC6" w:rsidP="009D0354">
                  <w:pPr>
                    <w:pStyle w:val="Buzzwords"/>
                  </w:pPr>
                  <w:r>
                    <w:t>cat</w:t>
                  </w:r>
                </w:p>
              </w:tc>
            </w:tr>
          </w:tbl>
          <w:p w:rsidR="008B6785" w:rsidRDefault="008B6785" w:rsidP="00AD194B">
            <w:pPr>
              <w:pStyle w:val="Buzzwords"/>
            </w:pPr>
          </w:p>
        </w:tc>
      </w:tr>
    </w:tbl>
    <w:p w:rsidR="008B6785" w:rsidRDefault="008B6785" w:rsidP="00AD194B">
      <w:pPr>
        <w:pStyle w:val="Buzzwords"/>
      </w:pPr>
    </w:p>
    <w:tbl>
      <w:tblPr>
        <w:tblStyle w:val="TableGrid"/>
        <w:tblW w:w="9576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6" w:space="0" w:color="1F497D" w:themeColor="text2"/>
          <w:insideV w:val="single" w:sz="6" w:space="0" w:color="1F497D" w:themeColor="text2"/>
        </w:tblBorders>
        <w:tblLook w:val="04A0" w:firstRow="1" w:lastRow="0" w:firstColumn="1" w:lastColumn="0" w:noHBand="0" w:noVBand="1"/>
      </w:tblPr>
      <w:tblGrid>
        <w:gridCol w:w="9576"/>
      </w:tblGrid>
      <w:tr w:rsidR="008B6785" w:rsidTr="00783F57">
        <w:trPr>
          <w:cantSplit/>
          <w:trHeight w:hRule="exact" w:val="6130"/>
        </w:trPr>
        <w:tc>
          <w:tcPr>
            <w:tcW w:w="9576" w:type="dxa"/>
          </w:tcPr>
          <w:tbl>
            <w:tblPr>
              <w:tblStyle w:val="TableGrid"/>
              <w:tblpPr w:leftFromText="187" w:rightFromText="187" w:vertAnchor="text" w:horzAnchor="margin" w:tblpXSpec="center" w:tblpY="303"/>
              <w:tblOverlap w:val="never"/>
              <w:tblW w:w="0" w:type="auto"/>
              <w:tblBorders>
                <w:top w:val="single" w:sz="12" w:space="0" w:color="1F497D" w:themeColor="text2"/>
                <w:left w:val="single" w:sz="12" w:space="0" w:color="1F497D" w:themeColor="text2"/>
                <w:bottom w:val="single" w:sz="12" w:space="0" w:color="1F497D" w:themeColor="text2"/>
                <w:right w:val="single" w:sz="12" w:space="0" w:color="1F497D" w:themeColor="text2"/>
                <w:insideH w:val="single" w:sz="6" w:space="0" w:color="1F497D" w:themeColor="text2"/>
                <w:insideV w:val="single" w:sz="6" w:space="0" w:color="1F497D" w:themeColor="text2"/>
              </w:tblBorders>
              <w:tblLook w:val="04A0" w:firstRow="1" w:lastRow="0" w:firstColumn="1" w:lastColumn="0" w:noHBand="0" w:noVBand="1"/>
            </w:tblPr>
            <w:tblGrid>
              <w:gridCol w:w="1584"/>
              <w:gridCol w:w="1584"/>
              <w:gridCol w:w="1584"/>
              <w:gridCol w:w="1584"/>
              <w:gridCol w:w="1584"/>
            </w:tblGrid>
            <w:tr w:rsidR="0090733B" w:rsidTr="0090733B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90733B" w:rsidRDefault="00DE0521" w:rsidP="0090733B">
                  <w:pPr>
                    <w:pStyle w:val="Buzzwords"/>
                  </w:pPr>
                  <w:r>
                    <w:lastRenderedPageBreak/>
                    <w:t>fox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B95AC6" w:rsidP="0090733B">
                  <w:pPr>
                    <w:pStyle w:val="Buzzwords"/>
                  </w:pPr>
                  <w:r>
                    <w:t>bat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DE0521" w:rsidP="0090733B">
                  <w:pPr>
                    <w:pStyle w:val="Buzzwords"/>
                  </w:pPr>
                  <w:r>
                    <w:t>monkey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B95AC6" w:rsidP="0090733B">
                  <w:pPr>
                    <w:pStyle w:val="Buzzwords"/>
                  </w:pPr>
                  <w:r>
                    <w:t>zebra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B95AC6" w:rsidP="0090733B">
                  <w:pPr>
                    <w:pStyle w:val="Buzzwords"/>
                  </w:pPr>
                  <w:r>
                    <w:t>ear</w:t>
                  </w:r>
                </w:p>
              </w:tc>
            </w:tr>
            <w:tr w:rsidR="0090733B" w:rsidTr="006842B5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90733B" w:rsidRDefault="00B95AC6" w:rsidP="0090733B">
                  <w:pPr>
                    <w:pStyle w:val="Buzzwords"/>
                  </w:pPr>
                  <w:r>
                    <w:t>dog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DE0521" w:rsidP="0090733B">
                  <w:pPr>
                    <w:pStyle w:val="Buzzwords"/>
                  </w:pPr>
                  <w:r>
                    <w:t>pigs</w:t>
                  </w:r>
                </w:p>
              </w:tc>
              <w:tc>
                <w:tcPr>
                  <w:tcW w:w="1584" w:type="dxa"/>
                  <w:tcBorders>
                    <w:bottom w:val="single" w:sz="2" w:space="0" w:color="1F497D" w:themeColor="text2"/>
                  </w:tcBorders>
                  <w:vAlign w:val="center"/>
                </w:tcPr>
                <w:p w:rsidR="0090733B" w:rsidRDefault="00632CC6" w:rsidP="0090733B">
                  <w:pPr>
                    <w:pStyle w:val="Buzzwords"/>
                  </w:pPr>
                  <w:r>
                    <w:t>hand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B95AC6" w:rsidP="0090733B">
                  <w:pPr>
                    <w:pStyle w:val="Buzzwords"/>
                  </w:pPr>
                  <w:r>
                    <w:t>cow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B95AC6" w:rsidP="0090733B">
                  <w:pPr>
                    <w:pStyle w:val="Buzzwords"/>
                  </w:pPr>
                  <w:r>
                    <w:t>ankle</w:t>
                  </w:r>
                </w:p>
              </w:tc>
            </w:tr>
            <w:tr w:rsidR="0090733B" w:rsidTr="006842B5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90733B" w:rsidRDefault="00B95AC6" w:rsidP="0090733B">
                  <w:pPr>
                    <w:pStyle w:val="Buzzwords"/>
                  </w:pPr>
                  <w:r>
                    <w:t>cat</w:t>
                  </w:r>
                </w:p>
              </w:tc>
              <w:tc>
                <w:tcPr>
                  <w:tcW w:w="1584" w:type="dxa"/>
                  <w:tcBorders>
                    <w:right w:val="single" w:sz="2" w:space="0" w:color="1F497D" w:themeColor="text2"/>
                  </w:tcBorders>
                  <w:vAlign w:val="center"/>
                </w:tcPr>
                <w:p w:rsidR="0090733B" w:rsidRDefault="00DE0521" w:rsidP="0090733B">
                  <w:pPr>
                    <w:pStyle w:val="Buzzwords"/>
                  </w:pPr>
                  <w:r>
                    <w:t>bear</w:t>
                  </w:r>
                </w:p>
              </w:tc>
              <w:tc>
                <w:tcPr>
                  <w:tcW w:w="1584" w:type="dxa"/>
                  <w:tcBorders>
                    <w:top w:val="single" w:sz="2" w:space="0" w:color="1F497D" w:themeColor="text2"/>
                    <w:left w:val="single" w:sz="2" w:space="0" w:color="1F497D" w:themeColor="text2"/>
                    <w:bottom w:val="single" w:sz="2" w:space="0" w:color="1F497D" w:themeColor="text2"/>
                    <w:right w:val="single" w:sz="2" w:space="0" w:color="1F497D" w:themeColor="text2"/>
                  </w:tcBorders>
                  <w:shd w:val="pct5" w:color="F2F2F2" w:themeColor="background1" w:themeShade="F2" w:fill="DBE5F1" w:themeFill="accent1" w:themeFillTint="33"/>
                  <w:vAlign w:val="center"/>
                </w:tcPr>
                <w:p w:rsidR="0090733B" w:rsidRDefault="006842B5" w:rsidP="006842B5">
                  <w:pPr>
                    <w:pStyle w:val="BINGO"/>
                  </w:pPr>
                  <w:r>
                    <w:t>BINGO</w:t>
                  </w:r>
                </w:p>
              </w:tc>
              <w:tc>
                <w:tcPr>
                  <w:tcW w:w="1584" w:type="dxa"/>
                  <w:tcBorders>
                    <w:left w:val="single" w:sz="2" w:space="0" w:color="1F497D" w:themeColor="text2"/>
                  </w:tcBorders>
                  <w:vAlign w:val="center"/>
                </w:tcPr>
                <w:p w:rsidR="0090733B" w:rsidRDefault="00B95AC6" w:rsidP="0090733B">
                  <w:pPr>
                    <w:pStyle w:val="Buzzwords"/>
                  </w:pPr>
                  <w:r>
                    <w:t>lips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B95AC6" w:rsidP="0090733B">
                  <w:pPr>
                    <w:pStyle w:val="Buzzwords"/>
                  </w:pPr>
                  <w:r>
                    <w:t>hip</w:t>
                  </w:r>
                </w:p>
              </w:tc>
            </w:tr>
            <w:tr w:rsidR="0090733B" w:rsidTr="006842B5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90733B" w:rsidRDefault="00DE0521" w:rsidP="0090733B">
                  <w:pPr>
                    <w:pStyle w:val="Buzzwords"/>
                  </w:pPr>
                  <w:r>
                    <w:t>moose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E461B9" w:rsidP="0090733B">
                  <w:pPr>
                    <w:pStyle w:val="Buzzwords"/>
                  </w:pPr>
                  <w:r>
                    <w:t>bum</w:t>
                  </w:r>
                </w:p>
              </w:tc>
              <w:tc>
                <w:tcPr>
                  <w:tcW w:w="1584" w:type="dxa"/>
                  <w:tcBorders>
                    <w:top w:val="single" w:sz="2" w:space="0" w:color="1F497D" w:themeColor="text2"/>
                  </w:tcBorders>
                  <w:vAlign w:val="center"/>
                </w:tcPr>
                <w:p w:rsidR="0090733B" w:rsidRDefault="00B95AC6" w:rsidP="0090733B">
                  <w:pPr>
                    <w:pStyle w:val="Buzzwords"/>
                  </w:pPr>
                  <w:r>
                    <w:t>thumb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632CC6" w:rsidP="0090733B">
                  <w:pPr>
                    <w:pStyle w:val="Buzzwords"/>
                  </w:pPr>
                  <w:r>
                    <w:t>worm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B95AC6" w:rsidP="0090733B">
                  <w:pPr>
                    <w:pStyle w:val="Buzzwords"/>
                  </w:pPr>
                  <w:r>
                    <w:t>knee</w:t>
                  </w:r>
                </w:p>
              </w:tc>
            </w:tr>
            <w:tr w:rsidR="0090733B" w:rsidTr="0090733B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90733B" w:rsidRDefault="00562FBF" w:rsidP="0090733B">
                  <w:pPr>
                    <w:pStyle w:val="Buzzwords"/>
                  </w:pPr>
                  <w:r>
                    <w:t>foot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E461B9" w:rsidP="0090733B">
                  <w:pPr>
                    <w:pStyle w:val="Buzzwords"/>
                  </w:pPr>
                  <w:r>
                    <w:t>shin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562FBF" w:rsidP="0090733B">
                  <w:pPr>
                    <w:pStyle w:val="Buzzwords"/>
                  </w:pPr>
                  <w:r>
                    <w:t>eyes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562FBF" w:rsidP="0090733B">
                  <w:pPr>
                    <w:pStyle w:val="Buzzwords"/>
                  </w:pPr>
                  <w:r>
                    <w:t>elbow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562FBF" w:rsidP="0090733B">
                  <w:pPr>
                    <w:pStyle w:val="Buzzwords"/>
                  </w:pPr>
                  <w:r>
                    <w:t>nose</w:t>
                  </w:r>
                </w:p>
              </w:tc>
            </w:tr>
          </w:tbl>
          <w:p w:rsidR="008B6785" w:rsidRDefault="008B6785"/>
        </w:tc>
      </w:tr>
      <w:tr w:rsidR="008B6785" w:rsidTr="00783F57">
        <w:trPr>
          <w:cantSplit/>
          <w:trHeight w:hRule="exact" w:val="6301"/>
        </w:trPr>
        <w:tc>
          <w:tcPr>
            <w:tcW w:w="9576" w:type="dxa"/>
          </w:tcPr>
          <w:tbl>
            <w:tblPr>
              <w:tblStyle w:val="TableGrid"/>
              <w:tblpPr w:leftFromText="187" w:rightFromText="187" w:vertAnchor="text" w:horzAnchor="margin" w:tblpXSpec="center" w:tblpY="504"/>
              <w:tblOverlap w:val="never"/>
              <w:tblW w:w="0" w:type="auto"/>
              <w:tblBorders>
                <w:top w:val="single" w:sz="12" w:space="0" w:color="1F497D" w:themeColor="text2"/>
                <w:left w:val="single" w:sz="12" w:space="0" w:color="1F497D" w:themeColor="text2"/>
                <w:bottom w:val="single" w:sz="12" w:space="0" w:color="1F497D" w:themeColor="text2"/>
                <w:right w:val="single" w:sz="12" w:space="0" w:color="1F497D" w:themeColor="text2"/>
                <w:insideH w:val="single" w:sz="6" w:space="0" w:color="1F497D" w:themeColor="text2"/>
                <w:insideV w:val="single" w:sz="6" w:space="0" w:color="1F497D" w:themeColor="text2"/>
              </w:tblBorders>
              <w:tblLook w:val="04A0" w:firstRow="1" w:lastRow="0" w:firstColumn="1" w:lastColumn="0" w:noHBand="0" w:noVBand="1"/>
            </w:tblPr>
            <w:tblGrid>
              <w:gridCol w:w="1584"/>
              <w:gridCol w:w="1584"/>
              <w:gridCol w:w="1584"/>
              <w:gridCol w:w="1584"/>
              <w:gridCol w:w="1584"/>
            </w:tblGrid>
            <w:tr w:rsidR="00AD194B" w:rsidTr="0090733B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AD194B" w:rsidRDefault="00562FBF" w:rsidP="00AD194B">
                  <w:pPr>
                    <w:pStyle w:val="Buzzwords"/>
                  </w:pPr>
                  <w:r>
                    <w:t>finger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B95AC6" w:rsidP="00AD194B">
                  <w:pPr>
                    <w:pStyle w:val="Buzzwords"/>
                  </w:pPr>
                  <w:r>
                    <w:t>bear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562FBF" w:rsidP="00AD194B">
                  <w:pPr>
                    <w:pStyle w:val="Buzzwords"/>
                  </w:pPr>
                  <w:r>
                    <w:t>hip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B95AC6" w:rsidP="00AD194B">
                  <w:pPr>
                    <w:pStyle w:val="Buzzwords"/>
                  </w:pPr>
                  <w:r>
                    <w:t>goat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B95AC6" w:rsidP="00AD194B">
                  <w:pPr>
                    <w:pStyle w:val="Buzzwords"/>
                  </w:pPr>
                  <w:r>
                    <w:t>spine</w:t>
                  </w:r>
                </w:p>
              </w:tc>
            </w:tr>
            <w:tr w:rsidR="00AD194B" w:rsidTr="006842B5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AD194B" w:rsidRDefault="00B95AC6" w:rsidP="00AD194B">
                  <w:pPr>
                    <w:pStyle w:val="Buzzwords"/>
                  </w:pPr>
                  <w:r>
                    <w:t>bat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B95AC6" w:rsidP="00AD194B">
                  <w:pPr>
                    <w:pStyle w:val="Buzzwords"/>
                  </w:pPr>
                  <w:r>
                    <w:t>calf</w:t>
                  </w:r>
                </w:p>
              </w:tc>
              <w:tc>
                <w:tcPr>
                  <w:tcW w:w="1584" w:type="dxa"/>
                  <w:tcBorders>
                    <w:bottom w:val="single" w:sz="2" w:space="0" w:color="1F497D" w:themeColor="text2"/>
                  </w:tcBorders>
                  <w:vAlign w:val="center"/>
                </w:tcPr>
                <w:p w:rsidR="00AD194B" w:rsidRDefault="00632CC6" w:rsidP="00AD194B">
                  <w:pPr>
                    <w:pStyle w:val="Buzzwords"/>
                  </w:pPr>
                  <w:r>
                    <w:t>cat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B95AC6" w:rsidP="00AD194B">
                  <w:pPr>
                    <w:pStyle w:val="Buzzwords"/>
                  </w:pPr>
                  <w:r>
                    <w:t>shin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B95AC6" w:rsidP="00AD194B">
                  <w:pPr>
                    <w:pStyle w:val="Buzzwords"/>
                  </w:pPr>
                  <w:r>
                    <w:t>moose</w:t>
                  </w:r>
                </w:p>
              </w:tc>
            </w:tr>
            <w:tr w:rsidR="00AD194B" w:rsidTr="006842B5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AD194B" w:rsidRDefault="00B95AC6" w:rsidP="00AD194B">
                  <w:pPr>
                    <w:pStyle w:val="Buzzwords"/>
                  </w:pPr>
                  <w:r>
                    <w:t>bum</w:t>
                  </w:r>
                </w:p>
              </w:tc>
              <w:tc>
                <w:tcPr>
                  <w:tcW w:w="1584" w:type="dxa"/>
                  <w:tcBorders>
                    <w:right w:val="single" w:sz="2" w:space="0" w:color="1F497D" w:themeColor="text2"/>
                  </w:tcBorders>
                  <w:vAlign w:val="center"/>
                </w:tcPr>
                <w:p w:rsidR="00AD194B" w:rsidRDefault="00B95AC6" w:rsidP="00AD194B">
                  <w:pPr>
                    <w:pStyle w:val="Buzzwords"/>
                  </w:pPr>
                  <w:r>
                    <w:t>monkey</w:t>
                  </w:r>
                </w:p>
              </w:tc>
              <w:tc>
                <w:tcPr>
                  <w:tcW w:w="1584" w:type="dxa"/>
                  <w:tcBorders>
                    <w:top w:val="single" w:sz="2" w:space="0" w:color="1F497D" w:themeColor="text2"/>
                    <w:left w:val="single" w:sz="2" w:space="0" w:color="1F497D" w:themeColor="text2"/>
                    <w:bottom w:val="single" w:sz="2" w:space="0" w:color="1F497D" w:themeColor="text2"/>
                    <w:right w:val="single" w:sz="2" w:space="0" w:color="1F497D" w:themeColor="text2"/>
                  </w:tcBorders>
                  <w:shd w:val="pct5" w:color="F2F2F2" w:themeColor="background1" w:themeShade="F2" w:fill="DBE5F1" w:themeFill="accent1" w:themeFillTint="33"/>
                  <w:vAlign w:val="center"/>
                </w:tcPr>
                <w:p w:rsidR="00AD194B" w:rsidRDefault="006842B5" w:rsidP="006842B5">
                  <w:pPr>
                    <w:pStyle w:val="BINGO"/>
                  </w:pPr>
                  <w:r>
                    <w:t>BINGO</w:t>
                  </w:r>
                </w:p>
              </w:tc>
              <w:tc>
                <w:tcPr>
                  <w:tcW w:w="1584" w:type="dxa"/>
                  <w:tcBorders>
                    <w:left w:val="single" w:sz="2" w:space="0" w:color="1F497D" w:themeColor="text2"/>
                  </w:tcBorders>
                  <w:vAlign w:val="center"/>
                </w:tcPr>
                <w:p w:rsidR="00AD194B" w:rsidRDefault="00B95AC6" w:rsidP="00AD194B">
                  <w:pPr>
                    <w:pStyle w:val="Buzzwords"/>
                  </w:pPr>
                  <w:r>
                    <w:t>ankle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632CC6" w:rsidP="00AD194B">
                  <w:pPr>
                    <w:pStyle w:val="Buzzwords"/>
                  </w:pPr>
                  <w:r>
                    <w:t>camel</w:t>
                  </w:r>
                </w:p>
              </w:tc>
            </w:tr>
            <w:tr w:rsidR="00AD194B" w:rsidTr="006842B5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AD194B" w:rsidRDefault="00B95AC6" w:rsidP="00AD194B">
                  <w:pPr>
                    <w:pStyle w:val="Buzzwords"/>
                  </w:pPr>
                  <w:r>
                    <w:t>zebra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562FBF" w:rsidP="00AD194B">
                  <w:pPr>
                    <w:pStyle w:val="Buzzwords"/>
                  </w:pPr>
                  <w:r>
                    <w:t>eyes</w:t>
                  </w:r>
                </w:p>
              </w:tc>
              <w:tc>
                <w:tcPr>
                  <w:tcW w:w="1584" w:type="dxa"/>
                  <w:tcBorders>
                    <w:top w:val="single" w:sz="2" w:space="0" w:color="1F497D" w:themeColor="text2"/>
                  </w:tcBorders>
                  <w:vAlign w:val="center"/>
                </w:tcPr>
                <w:p w:rsidR="00AD194B" w:rsidRDefault="00B95AC6" w:rsidP="00AD194B">
                  <w:pPr>
                    <w:pStyle w:val="Buzzwords"/>
                  </w:pPr>
                  <w:r>
                    <w:t>knee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B95AC6" w:rsidP="00AD194B">
                  <w:pPr>
                    <w:pStyle w:val="Buzzwords"/>
                  </w:pPr>
                  <w:r>
                    <w:t>foot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632CC6" w:rsidP="00AD194B">
                  <w:pPr>
                    <w:pStyle w:val="Buzzwords"/>
                  </w:pPr>
                  <w:r>
                    <w:t>hand</w:t>
                  </w:r>
                </w:p>
              </w:tc>
            </w:tr>
            <w:tr w:rsidR="00AD194B" w:rsidTr="0090733B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AD194B" w:rsidRDefault="00DE0521" w:rsidP="00AD194B">
                  <w:pPr>
                    <w:pStyle w:val="Buzzwords"/>
                  </w:pPr>
                  <w:r>
                    <w:t>fish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E461B9" w:rsidP="00AD194B">
                  <w:pPr>
                    <w:pStyle w:val="Buzzwords"/>
                  </w:pPr>
                  <w:r>
                    <w:t>lips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562FBF" w:rsidP="00AD194B">
                  <w:pPr>
                    <w:pStyle w:val="Buzzwords"/>
                  </w:pPr>
                  <w:r>
                    <w:t>ear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562FBF" w:rsidP="00AD194B">
                  <w:pPr>
                    <w:pStyle w:val="Buzzwords"/>
                  </w:pPr>
                  <w:r>
                    <w:t>nose</w:t>
                  </w:r>
                </w:p>
              </w:tc>
              <w:tc>
                <w:tcPr>
                  <w:tcW w:w="1584" w:type="dxa"/>
                  <w:vAlign w:val="center"/>
                </w:tcPr>
                <w:p w:rsidR="00AD194B" w:rsidRDefault="00562FBF" w:rsidP="00AD194B">
                  <w:pPr>
                    <w:pStyle w:val="Buzzwords"/>
                  </w:pPr>
                  <w:r>
                    <w:t>head</w:t>
                  </w:r>
                </w:p>
              </w:tc>
            </w:tr>
          </w:tbl>
          <w:p w:rsidR="008B6785" w:rsidRDefault="008B6785"/>
        </w:tc>
      </w:tr>
      <w:tr w:rsidR="008B6785" w:rsidTr="00783F57">
        <w:trPr>
          <w:cantSplit/>
          <w:trHeight w:hRule="exact" w:val="6120"/>
        </w:trPr>
        <w:tc>
          <w:tcPr>
            <w:tcW w:w="9576" w:type="dxa"/>
          </w:tcPr>
          <w:tbl>
            <w:tblPr>
              <w:tblStyle w:val="TableGrid"/>
              <w:tblpPr w:leftFromText="187" w:rightFromText="187" w:vertAnchor="text" w:horzAnchor="margin" w:tblpXSpec="center" w:tblpY="339"/>
              <w:tblOverlap w:val="never"/>
              <w:tblW w:w="0" w:type="auto"/>
              <w:tblBorders>
                <w:top w:val="single" w:sz="12" w:space="0" w:color="1F497D" w:themeColor="text2"/>
                <w:left w:val="single" w:sz="12" w:space="0" w:color="1F497D" w:themeColor="text2"/>
                <w:bottom w:val="single" w:sz="12" w:space="0" w:color="1F497D" w:themeColor="text2"/>
                <w:right w:val="single" w:sz="12" w:space="0" w:color="1F497D" w:themeColor="text2"/>
                <w:insideH w:val="single" w:sz="6" w:space="0" w:color="1F497D" w:themeColor="text2"/>
                <w:insideV w:val="single" w:sz="6" w:space="0" w:color="1F497D" w:themeColor="text2"/>
              </w:tblBorders>
              <w:tblLook w:val="04A0" w:firstRow="1" w:lastRow="0" w:firstColumn="1" w:lastColumn="0" w:noHBand="0" w:noVBand="1"/>
            </w:tblPr>
            <w:tblGrid>
              <w:gridCol w:w="1584"/>
              <w:gridCol w:w="1584"/>
              <w:gridCol w:w="1584"/>
              <w:gridCol w:w="1584"/>
              <w:gridCol w:w="1584"/>
            </w:tblGrid>
            <w:tr w:rsidR="0090733B" w:rsidTr="0090733B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lastRenderedPageBreak/>
                    <w:t>bear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ear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goat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632CC6" w:rsidP="0090733B">
                  <w:pPr>
                    <w:pStyle w:val="Buzzwords"/>
                  </w:pPr>
                  <w:r>
                    <w:t>pigs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E461B9" w:rsidP="0090733B">
                  <w:pPr>
                    <w:pStyle w:val="Buzzwords"/>
                  </w:pPr>
                  <w:r>
                    <w:t>bum</w:t>
                  </w:r>
                </w:p>
              </w:tc>
            </w:tr>
            <w:tr w:rsidR="0090733B" w:rsidTr="006842B5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moose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 xml:space="preserve">bat </w:t>
                  </w:r>
                </w:p>
              </w:tc>
              <w:tc>
                <w:tcPr>
                  <w:tcW w:w="1584" w:type="dxa"/>
                  <w:tcBorders>
                    <w:bottom w:val="single" w:sz="2" w:space="0" w:color="1F497D" w:themeColor="text2"/>
                  </w:tcBorders>
                  <w:vAlign w:val="center"/>
                </w:tcPr>
                <w:p w:rsidR="0090733B" w:rsidRPr="00997EE0" w:rsidRDefault="009B6048" w:rsidP="0090733B">
                  <w:pPr>
                    <w:pStyle w:val="Buzzwords"/>
                  </w:pPr>
                  <w:r>
                    <w:t>fox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B95AC6" w:rsidP="0090733B">
                  <w:pPr>
                    <w:pStyle w:val="Buzzwords"/>
                  </w:pPr>
                  <w:r>
                    <w:t>head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E461B9" w:rsidP="0090733B">
                  <w:pPr>
                    <w:pStyle w:val="Buzzwords"/>
                  </w:pPr>
                  <w:r>
                    <w:t>shin</w:t>
                  </w:r>
                </w:p>
              </w:tc>
            </w:tr>
            <w:tr w:rsidR="0090733B" w:rsidTr="006842B5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90733B" w:rsidRDefault="00B95AC6" w:rsidP="0090733B">
                  <w:pPr>
                    <w:pStyle w:val="Buzzwords"/>
                  </w:pPr>
                  <w:r>
                    <w:t>hand</w:t>
                  </w:r>
                </w:p>
              </w:tc>
              <w:tc>
                <w:tcPr>
                  <w:tcW w:w="1584" w:type="dxa"/>
                  <w:tcBorders>
                    <w:right w:val="single" w:sz="2" w:space="0" w:color="1F497D" w:themeColor="text2"/>
                  </w:tcBorders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zebra</w:t>
                  </w:r>
                </w:p>
              </w:tc>
              <w:tc>
                <w:tcPr>
                  <w:tcW w:w="1584" w:type="dxa"/>
                  <w:tcBorders>
                    <w:top w:val="single" w:sz="2" w:space="0" w:color="1F497D" w:themeColor="text2"/>
                    <w:left w:val="single" w:sz="2" w:space="0" w:color="1F497D" w:themeColor="text2"/>
                    <w:bottom w:val="single" w:sz="2" w:space="0" w:color="1F497D" w:themeColor="text2"/>
                    <w:right w:val="single" w:sz="2" w:space="0" w:color="1F497D" w:themeColor="text2"/>
                  </w:tcBorders>
                  <w:shd w:val="pct5" w:color="F2F2F2" w:themeColor="background1" w:themeShade="F2" w:fill="DBE5F1" w:themeFill="accent1" w:themeFillTint="33"/>
                  <w:vAlign w:val="center"/>
                </w:tcPr>
                <w:p w:rsidR="0090733B" w:rsidRDefault="006842B5" w:rsidP="006842B5">
                  <w:pPr>
                    <w:pStyle w:val="BINGO"/>
                  </w:pPr>
                  <w:r>
                    <w:t>BINGO</w:t>
                  </w:r>
                </w:p>
              </w:tc>
              <w:tc>
                <w:tcPr>
                  <w:tcW w:w="1584" w:type="dxa"/>
                  <w:tcBorders>
                    <w:left w:val="single" w:sz="2" w:space="0" w:color="1F497D" w:themeColor="text2"/>
                  </w:tcBorders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monkey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foot</w:t>
                  </w:r>
                </w:p>
              </w:tc>
            </w:tr>
            <w:tr w:rsidR="0090733B" w:rsidTr="006842B5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lips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eyes</w:t>
                  </w:r>
                </w:p>
              </w:tc>
              <w:tc>
                <w:tcPr>
                  <w:tcW w:w="1584" w:type="dxa"/>
                  <w:tcBorders>
                    <w:top w:val="single" w:sz="2" w:space="0" w:color="1F497D" w:themeColor="text2"/>
                  </w:tcBorders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knee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nose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camel</w:t>
                  </w:r>
                </w:p>
              </w:tc>
            </w:tr>
            <w:tr w:rsidR="0090733B" w:rsidTr="0090733B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90733B" w:rsidRDefault="00B95AC6" w:rsidP="0090733B">
                  <w:pPr>
                    <w:pStyle w:val="Buzzwords"/>
                  </w:pPr>
                  <w:r>
                    <w:t>elbow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hip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horse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E461B9" w:rsidP="0090733B">
                  <w:pPr>
                    <w:pStyle w:val="Buzzwords"/>
                  </w:pPr>
                  <w:r>
                    <w:t>spine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E461B9" w:rsidP="0090733B">
                  <w:pPr>
                    <w:pStyle w:val="Buzzwords"/>
                  </w:pPr>
                  <w:r>
                    <w:t>ankle</w:t>
                  </w:r>
                </w:p>
              </w:tc>
            </w:tr>
          </w:tbl>
          <w:p w:rsidR="008B6785" w:rsidRDefault="008B6785"/>
        </w:tc>
      </w:tr>
      <w:tr w:rsidR="008B6785" w:rsidTr="00783F57">
        <w:trPr>
          <w:cantSplit/>
          <w:trHeight w:hRule="exact" w:val="6120"/>
        </w:trPr>
        <w:tc>
          <w:tcPr>
            <w:tcW w:w="9576" w:type="dxa"/>
          </w:tcPr>
          <w:tbl>
            <w:tblPr>
              <w:tblStyle w:val="TableGrid"/>
              <w:tblpPr w:leftFromText="187" w:rightFromText="187" w:vertAnchor="text" w:horzAnchor="margin" w:tblpXSpec="center" w:tblpY="369"/>
              <w:tblOverlap w:val="never"/>
              <w:tblW w:w="0" w:type="auto"/>
              <w:tblBorders>
                <w:top w:val="single" w:sz="12" w:space="0" w:color="1F497D" w:themeColor="text2"/>
                <w:left w:val="single" w:sz="12" w:space="0" w:color="1F497D" w:themeColor="text2"/>
                <w:bottom w:val="single" w:sz="12" w:space="0" w:color="1F497D" w:themeColor="text2"/>
                <w:right w:val="single" w:sz="12" w:space="0" w:color="1F497D" w:themeColor="text2"/>
                <w:insideH w:val="single" w:sz="6" w:space="0" w:color="1F497D" w:themeColor="text2"/>
                <w:insideV w:val="single" w:sz="6" w:space="0" w:color="1F497D" w:themeColor="text2"/>
              </w:tblBorders>
              <w:tblLook w:val="04A0" w:firstRow="1" w:lastRow="0" w:firstColumn="1" w:lastColumn="0" w:noHBand="0" w:noVBand="1"/>
            </w:tblPr>
            <w:tblGrid>
              <w:gridCol w:w="1584"/>
              <w:gridCol w:w="1584"/>
              <w:gridCol w:w="1584"/>
              <w:gridCol w:w="1584"/>
              <w:gridCol w:w="1584"/>
            </w:tblGrid>
            <w:tr w:rsidR="0090733B" w:rsidTr="0090733B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90733B" w:rsidRDefault="00632CC6" w:rsidP="0090733B">
                  <w:pPr>
                    <w:pStyle w:val="Buzzwords"/>
                  </w:pPr>
                  <w:r>
                    <w:t>dog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finger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fish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monkey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head</w:t>
                  </w:r>
                </w:p>
              </w:tc>
            </w:tr>
            <w:tr w:rsidR="0090733B" w:rsidTr="006842B5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ankle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foot</w:t>
                  </w:r>
                </w:p>
              </w:tc>
              <w:tc>
                <w:tcPr>
                  <w:tcW w:w="1584" w:type="dxa"/>
                  <w:tcBorders>
                    <w:bottom w:val="single" w:sz="2" w:space="0" w:color="1F497D" w:themeColor="text2"/>
                  </w:tcBorders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nose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hand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elbow</w:t>
                  </w:r>
                </w:p>
              </w:tc>
            </w:tr>
            <w:tr w:rsidR="0090733B" w:rsidTr="006842B5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bum</w:t>
                  </w:r>
                </w:p>
              </w:tc>
              <w:tc>
                <w:tcPr>
                  <w:tcW w:w="1584" w:type="dxa"/>
                  <w:tcBorders>
                    <w:right w:val="single" w:sz="2" w:space="0" w:color="1F497D" w:themeColor="text2"/>
                  </w:tcBorders>
                  <w:vAlign w:val="center"/>
                </w:tcPr>
                <w:p w:rsidR="0090733B" w:rsidRDefault="00E461B9" w:rsidP="0090733B">
                  <w:pPr>
                    <w:pStyle w:val="Buzzwords"/>
                  </w:pPr>
                  <w:r>
                    <w:t>spine</w:t>
                  </w:r>
                </w:p>
              </w:tc>
              <w:tc>
                <w:tcPr>
                  <w:tcW w:w="1584" w:type="dxa"/>
                  <w:tcBorders>
                    <w:top w:val="single" w:sz="2" w:space="0" w:color="1F497D" w:themeColor="text2"/>
                    <w:left w:val="single" w:sz="2" w:space="0" w:color="1F497D" w:themeColor="text2"/>
                    <w:bottom w:val="single" w:sz="2" w:space="0" w:color="1F497D" w:themeColor="text2"/>
                    <w:right w:val="single" w:sz="2" w:space="0" w:color="1F497D" w:themeColor="text2"/>
                  </w:tcBorders>
                  <w:shd w:val="pct5" w:color="F2F2F2" w:themeColor="background1" w:themeShade="F2" w:fill="DBE5F1" w:themeFill="accent1" w:themeFillTint="33"/>
                  <w:vAlign w:val="center"/>
                </w:tcPr>
                <w:p w:rsidR="0090733B" w:rsidRDefault="006842B5" w:rsidP="006842B5">
                  <w:pPr>
                    <w:pStyle w:val="BINGO"/>
                  </w:pPr>
                  <w:r>
                    <w:t>BINGO</w:t>
                  </w:r>
                </w:p>
              </w:tc>
              <w:tc>
                <w:tcPr>
                  <w:tcW w:w="1584" w:type="dxa"/>
                  <w:tcBorders>
                    <w:left w:val="single" w:sz="2" w:space="0" w:color="1F497D" w:themeColor="text2"/>
                  </w:tcBorders>
                  <w:vAlign w:val="center"/>
                </w:tcPr>
                <w:p w:rsidR="0090733B" w:rsidRDefault="00562FBF" w:rsidP="0090733B">
                  <w:pPr>
                    <w:pStyle w:val="Buzzwords"/>
                  </w:pPr>
                  <w:r>
                    <w:t>knee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632CC6" w:rsidP="0090733B">
                  <w:pPr>
                    <w:pStyle w:val="Buzzwords"/>
                  </w:pPr>
                  <w:r>
                    <w:t>cat</w:t>
                  </w:r>
                </w:p>
              </w:tc>
            </w:tr>
            <w:tr w:rsidR="0090733B" w:rsidTr="006842B5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bear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DE0521" w:rsidP="0090733B">
                  <w:pPr>
                    <w:pStyle w:val="Buzzwords"/>
                  </w:pPr>
                  <w:r>
                    <w:t>goat</w:t>
                  </w:r>
                </w:p>
              </w:tc>
              <w:tc>
                <w:tcPr>
                  <w:tcW w:w="1584" w:type="dxa"/>
                  <w:tcBorders>
                    <w:top w:val="single" w:sz="2" w:space="0" w:color="1F497D" w:themeColor="text2"/>
                  </w:tcBorders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hip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E461B9" w:rsidP="0090733B">
                  <w:pPr>
                    <w:pStyle w:val="Buzzwords"/>
                  </w:pPr>
                  <w:r>
                    <w:t>thumb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ear</w:t>
                  </w:r>
                </w:p>
              </w:tc>
            </w:tr>
            <w:tr w:rsidR="0090733B" w:rsidTr="0090733B">
              <w:trPr>
                <w:trHeight w:val="1008"/>
              </w:trPr>
              <w:tc>
                <w:tcPr>
                  <w:tcW w:w="1584" w:type="dxa"/>
                  <w:vAlign w:val="center"/>
                </w:tcPr>
                <w:p w:rsidR="0090733B" w:rsidRDefault="00DE0521" w:rsidP="0090733B">
                  <w:pPr>
                    <w:pStyle w:val="Buzzwords"/>
                  </w:pPr>
                  <w:r>
                    <w:t>monkey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632CC6" w:rsidP="0090733B">
                  <w:pPr>
                    <w:pStyle w:val="Buzzwords"/>
                  </w:pPr>
                  <w:r>
                    <w:t>fox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E461B9" w:rsidP="0090733B">
                  <w:pPr>
                    <w:pStyle w:val="Buzzwords"/>
                  </w:pPr>
                  <w:r>
                    <w:t>calf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9B6048" w:rsidP="0090733B">
                  <w:pPr>
                    <w:pStyle w:val="Buzzwords"/>
                  </w:pPr>
                  <w:r>
                    <w:t>horse</w:t>
                  </w:r>
                </w:p>
              </w:tc>
              <w:tc>
                <w:tcPr>
                  <w:tcW w:w="1584" w:type="dxa"/>
                  <w:vAlign w:val="center"/>
                </w:tcPr>
                <w:p w:rsidR="0090733B" w:rsidRDefault="00632CC6" w:rsidP="0090733B">
                  <w:pPr>
                    <w:pStyle w:val="Buzzwords"/>
                  </w:pPr>
                  <w:r>
                    <w:t>cow</w:t>
                  </w:r>
                </w:p>
              </w:tc>
            </w:tr>
          </w:tbl>
          <w:p w:rsidR="008B6785" w:rsidRDefault="008B6785"/>
        </w:tc>
      </w:tr>
    </w:tbl>
    <w:p w:rsidR="008B6785" w:rsidRDefault="008B6785" w:rsidP="00AD194B">
      <w:pPr>
        <w:pStyle w:val="Buzzwords"/>
      </w:pPr>
    </w:p>
    <w:sectPr w:rsidR="008B6785" w:rsidSect="00297EAD">
      <w:headerReference w:type="default" r:id="rId8"/>
      <w:pgSz w:w="12240" w:h="15840"/>
      <w:pgMar w:top="1944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AC6" w:rsidRDefault="00B95AC6" w:rsidP="00AD194B">
      <w:pPr>
        <w:spacing w:after="0" w:line="240" w:lineRule="auto"/>
      </w:pPr>
      <w:r>
        <w:separator/>
      </w:r>
    </w:p>
  </w:endnote>
  <w:endnote w:type="continuationSeparator" w:id="0">
    <w:p w:rsidR="00B95AC6" w:rsidRDefault="00B95AC6" w:rsidP="00AD1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AC6" w:rsidRDefault="00B95AC6" w:rsidP="00AD194B">
      <w:pPr>
        <w:spacing w:after="0" w:line="240" w:lineRule="auto"/>
      </w:pPr>
      <w:r>
        <w:separator/>
      </w:r>
    </w:p>
  </w:footnote>
  <w:footnote w:type="continuationSeparator" w:id="0">
    <w:p w:rsidR="00B95AC6" w:rsidRDefault="00B95AC6" w:rsidP="00AD1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AC6" w:rsidRDefault="00B95AC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828040</wp:posOffset>
              </wp:positionH>
              <wp:positionV relativeFrom="page">
                <wp:posOffset>473075</wp:posOffset>
              </wp:positionV>
              <wp:extent cx="6136640" cy="605155"/>
              <wp:effectExtent l="8890" t="6350" r="7620" b="762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36640" cy="605155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chemeClr val="accent1">
                              <a:lumMod val="20000"/>
                              <a:lumOff val="80000"/>
                              <a:gamma/>
                              <a:shade val="57255"/>
                              <a:invGamma/>
                              <a:alpha val="88000"/>
                            </a:schemeClr>
                          </a:gs>
                          <a:gs pos="50000">
                            <a:schemeClr val="accent1">
                              <a:lumMod val="20000"/>
                              <a:lumOff val="80000"/>
                              <a:alpha val="13000"/>
                            </a:schemeClr>
                          </a:gs>
                          <a:gs pos="100000">
                            <a:schemeClr val="accent1">
                              <a:lumMod val="20000"/>
                              <a:lumOff val="80000"/>
                              <a:gamma/>
                              <a:shade val="57255"/>
                              <a:invGamma/>
                              <a:alpha val="88000"/>
                            </a:scheme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chemeClr val="tx2">
                                <a:lumMod val="10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5AC6" w:rsidRDefault="00B95AC6" w:rsidP="00AD194B">
                          <w:pPr>
                            <w:pStyle w:val="BuzzwordBingotitle"/>
                          </w:pPr>
                          <w:r>
                            <w:t>Buzzword Bingo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5.2pt;margin-top:37.25pt;width:483.2pt;height:47.6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" fillcolor="#dbe5f1 [660]" stroked="f" strokecolor="#1f497d [3215]">
              <v:fill opacity="57671f" color2="#dbe5f1 [660]" o:opacity2="8519f" focus="50%" type="gradient"/>
              <v:stroke dashstyle="1 1"/>
              <v:textbox>
                <w:txbxContent>
                  <w:p w:rsidR="00AD194B" w:rsidRDefault="0090733B" w:rsidP="00AD194B">
                    <w:pPr>
                      <w:pStyle w:val="BuzzwordBingotitle"/>
                    </w:pPr>
                    <w:r>
                      <w:t>Buzzword Bingo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13E"/>
    <w:rsid w:val="00107916"/>
    <w:rsid w:val="00213433"/>
    <w:rsid w:val="00223901"/>
    <w:rsid w:val="00297EAD"/>
    <w:rsid w:val="00303E82"/>
    <w:rsid w:val="00303EFE"/>
    <w:rsid w:val="0037542A"/>
    <w:rsid w:val="0051670B"/>
    <w:rsid w:val="0052613E"/>
    <w:rsid w:val="00562FBF"/>
    <w:rsid w:val="006127EB"/>
    <w:rsid w:val="00632CC6"/>
    <w:rsid w:val="006842B5"/>
    <w:rsid w:val="006D5F8F"/>
    <w:rsid w:val="00783F57"/>
    <w:rsid w:val="008B6785"/>
    <w:rsid w:val="0090733B"/>
    <w:rsid w:val="00997EE0"/>
    <w:rsid w:val="009B6048"/>
    <w:rsid w:val="009D0354"/>
    <w:rsid w:val="00A416A9"/>
    <w:rsid w:val="00AD194B"/>
    <w:rsid w:val="00B95AC6"/>
    <w:rsid w:val="00BF0A47"/>
    <w:rsid w:val="00C30AA7"/>
    <w:rsid w:val="00D638C4"/>
    <w:rsid w:val="00DC18A3"/>
    <w:rsid w:val="00DE0521"/>
    <w:rsid w:val="00E461B9"/>
    <w:rsid w:val="00FA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67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INGO">
    <w:name w:val="BINGO"/>
    <w:basedOn w:val="Normal"/>
    <w:qFormat/>
    <w:rsid w:val="006842B5"/>
    <w:pPr>
      <w:spacing w:after="0" w:line="240" w:lineRule="auto"/>
      <w:jc w:val="center"/>
    </w:pPr>
    <w:rPr>
      <w:b/>
      <w:color w:val="365F91" w:themeColor="accent1" w:themeShade="BF"/>
      <w:sz w:val="25"/>
    </w:rPr>
  </w:style>
  <w:style w:type="paragraph" w:customStyle="1" w:styleId="Buzzwords">
    <w:name w:val="Buzzwords"/>
    <w:basedOn w:val="Normal"/>
    <w:qFormat/>
    <w:rsid w:val="00997EE0"/>
    <w:pPr>
      <w:spacing w:after="0" w:line="240" w:lineRule="auto"/>
      <w:jc w:val="center"/>
    </w:pPr>
    <w:rPr>
      <w:color w:val="1F497D" w:themeColor="text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7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C2B"/>
    <w:rPr>
      <w:rFonts w:ascii="Tahoma" w:hAnsi="Tahoma" w:cs="Tahoma"/>
      <w:sz w:val="16"/>
      <w:szCs w:val="16"/>
    </w:rPr>
  </w:style>
  <w:style w:type="paragraph" w:customStyle="1" w:styleId="BuzzwordBingotitle">
    <w:name w:val="Buzzword Bingo title"/>
    <w:basedOn w:val="Normal"/>
    <w:qFormat/>
    <w:rsid w:val="006842B5"/>
    <w:pPr>
      <w:spacing w:after="0"/>
      <w:jc w:val="center"/>
    </w:pPr>
    <w:rPr>
      <w:b/>
      <w:caps/>
      <w:color w:val="1F497D" w:themeColor="text2"/>
      <w:spacing w:val="10"/>
      <w:sz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AD1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194B"/>
  </w:style>
  <w:style w:type="paragraph" w:styleId="Footer">
    <w:name w:val="footer"/>
    <w:basedOn w:val="Normal"/>
    <w:link w:val="FooterChar"/>
    <w:uiPriority w:val="99"/>
    <w:semiHidden/>
    <w:unhideWhenUsed/>
    <w:rsid w:val="00AD1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1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67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INGO">
    <w:name w:val="BINGO"/>
    <w:basedOn w:val="Normal"/>
    <w:qFormat/>
    <w:rsid w:val="006842B5"/>
    <w:pPr>
      <w:spacing w:after="0" w:line="240" w:lineRule="auto"/>
      <w:jc w:val="center"/>
    </w:pPr>
    <w:rPr>
      <w:b/>
      <w:color w:val="365F91" w:themeColor="accent1" w:themeShade="BF"/>
      <w:sz w:val="25"/>
    </w:rPr>
  </w:style>
  <w:style w:type="paragraph" w:customStyle="1" w:styleId="Buzzwords">
    <w:name w:val="Buzzwords"/>
    <w:basedOn w:val="Normal"/>
    <w:qFormat/>
    <w:rsid w:val="00997EE0"/>
    <w:pPr>
      <w:spacing w:after="0" w:line="240" w:lineRule="auto"/>
      <w:jc w:val="center"/>
    </w:pPr>
    <w:rPr>
      <w:color w:val="1F497D" w:themeColor="text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7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C2B"/>
    <w:rPr>
      <w:rFonts w:ascii="Tahoma" w:hAnsi="Tahoma" w:cs="Tahoma"/>
      <w:sz w:val="16"/>
      <w:szCs w:val="16"/>
    </w:rPr>
  </w:style>
  <w:style w:type="paragraph" w:customStyle="1" w:styleId="BuzzwordBingotitle">
    <w:name w:val="Buzzword Bingo title"/>
    <w:basedOn w:val="Normal"/>
    <w:qFormat/>
    <w:rsid w:val="006842B5"/>
    <w:pPr>
      <w:spacing w:after="0"/>
      <w:jc w:val="center"/>
    </w:pPr>
    <w:rPr>
      <w:b/>
      <w:caps/>
      <w:color w:val="1F497D" w:themeColor="text2"/>
      <w:spacing w:val="10"/>
      <w:sz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AD1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194B"/>
  </w:style>
  <w:style w:type="paragraph" w:styleId="Footer">
    <w:name w:val="footer"/>
    <w:basedOn w:val="Normal"/>
    <w:link w:val="FooterChar"/>
    <w:uiPriority w:val="99"/>
    <w:semiHidden/>
    <w:unhideWhenUsed/>
    <w:rsid w:val="00AD1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1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U\AppData\Roaming\Microsoft\Templates\Bingo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D9E686A7-6CF0-4A25-998B-8C4577BF63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BingoSheet.dotx</Template>
  <TotalTime>58</TotalTime>
  <Pages>3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Utah University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SUU</dc:creator>
  <cp:lastModifiedBy>SUU</cp:lastModifiedBy>
  <cp:revision>2</cp:revision>
  <cp:lastPrinted>2011-04-06T01:54:00Z</cp:lastPrinted>
  <dcterms:created xsi:type="dcterms:W3CDTF">2011-04-06T01:46:00Z</dcterms:created>
  <dcterms:modified xsi:type="dcterms:W3CDTF">2011-04-08T15:42:00Z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TC102202389990</vt:lpwstr>
  </property>
</Properties>
</file>